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D1454E" w:rsidP="0061779C">
            <w:r>
              <w:t>Til høringsparterne på vedlagte høringsliste</w:t>
            </w:r>
          </w:p>
        </w:tc>
        <w:tc>
          <w:tcPr>
            <w:tcW w:w="1701" w:type="dxa"/>
          </w:tcPr>
          <w:p w:rsidR="008B2837" w:rsidRDefault="00B57BB3" w:rsidP="0061779C">
            <w:pPr>
              <w:pStyle w:val="Template-Adresse"/>
              <w:tabs>
                <w:tab w:val="left" w:pos="709"/>
              </w:tabs>
            </w:pPr>
            <w:r>
              <w:fldChar w:fldCharType="begin"/>
            </w:r>
            <w:r>
              <w:instrText xml:space="preserve"> MACROBUTTON  AccenttegnKomma [dato]</w:instrText>
            </w:r>
            <w:r>
              <w:fldChar w:fldCharType="end"/>
            </w:r>
          </w:p>
          <w:p w:rsidR="008B2837" w:rsidRDefault="00317DA1" w:rsidP="0061779C">
            <w:pPr>
              <w:pStyle w:val="Template-Adresse"/>
              <w:tabs>
                <w:tab w:val="left" w:pos="709"/>
              </w:tabs>
            </w:pPr>
            <w:r>
              <w:t>2019-6574</w:t>
            </w:r>
          </w:p>
        </w:tc>
      </w:tr>
    </w:tbl>
    <w:p w:rsidR="00D1454E" w:rsidRPr="005C0660" w:rsidRDefault="00D1454E" w:rsidP="00D1454E">
      <w:pPr>
        <w:pStyle w:val="Normal-medluft"/>
        <w:rPr>
          <w:b/>
        </w:rPr>
      </w:pPr>
      <w:r>
        <w:rPr>
          <w:b/>
        </w:rPr>
        <w:t xml:space="preserve">Høring over udkast til </w:t>
      </w:r>
      <w:r w:rsidR="00AF59E1">
        <w:rPr>
          <w:b/>
        </w:rPr>
        <w:t>ændringsforslag til L 5 om anmeldelsesordningen for boliger, der lejes ud.</w:t>
      </w:r>
    </w:p>
    <w:p w:rsidR="00D1454E" w:rsidRDefault="00AF59E1" w:rsidP="00D1454E">
      <w:pPr>
        <w:pStyle w:val="Sluthilsen1"/>
      </w:pPr>
      <w:bookmarkStart w:id="1" w:name="bmkOvers%C3%A6tMedVenligHilsen"/>
      <w:r>
        <w:t xml:space="preserve">Transport- </w:t>
      </w:r>
      <w:r w:rsidR="00D1454E">
        <w:t xml:space="preserve">og Boligministeriet </w:t>
      </w:r>
      <w:r>
        <w:t>sender hermed udkast til ændringsforslag til L 5 om anmeldelsesordningen i høring.</w:t>
      </w:r>
      <w:r w:rsidR="00D1454E">
        <w:br/>
      </w:r>
    </w:p>
    <w:p w:rsidR="00AF59E1" w:rsidRDefault="00D1454E" w:rsidP="00D1454E">
      <w:pPr>
        <w:pStyle w:val="Sluthilsen1"/>
        <w:spacing w:before="0" w:line="240" w:lineRule="auto"/>
      </w:pPr>
      <w:r>
        <w:t xml:space="preserve">I lovforslaget indgår </w:t>
      </w:r>
      <w:r w:rsidR="00AF59E1">
        <w:t>fø</w:t>
      </w:r>
      <w:r>
        <w:t>lgende ændringer:</w:t>
      </w:r>
    </w:p>
    <w:p w:rsidR="00317DA1" w:rsidRDefault="00317DA1" w:rsidP="00D1454E">
      <w:pPr>
        <w:pStyle w:val="Sluthilsen1"/>
        <w:spacing w:before="0" w:line="240" w:lineRule="auto"/>
      </w:pPr>
    </w:p>
    <w:p w:rsidR="00AF59E1" w:rsidRDefault="00AF59E1" w:rsidP="00317DA1">
      <w:pPr>
        <w:pStyle w:val="Sluthilsen1"/>
        <w:numPr>
          <w:ilvl w:val="0"/>
          <w:numId w:val="4"/>
        </w:numPr>
        <w:spacing w:before="0" w:line="240" w:lineRule="auto"/>
      </w:pPr>
      <w:r>
        <w:t>Fristen for hvornår der sidst skal være sket udlejning, for at afgøre om en bolig er omfattet af anmeldelsesordningen, ændres fra 1 år til 6 måneder.</w:t>
      </w:r>
    </w:p>
    <w:p w:rsidR="00317DA1" w:rsidRDefault="00317DA1" w:rsidP="00D1454E">
      <w:pPr>
        <w:pStyle w:val="Sluthilsen1"/>
        <w:spacing w:before="0" w:line="240" w:lineRule="auto"/>
      </w:pPr>
    </w:p>
    <w:p w:rsidR="00D1454E" w:rsidRPr="00D62A7E" w:rsidRDefault="00AF59E1" w:rsidP="00317DA1">
      <w:pPr>
        <w:pStyle w:val="Sluthilsen1"/>
        <w:numPr>
          <w:ilvl w:val="0"/>
          <w:numId w:val="4"/>
        </w:numPr>
        <w:spacing w:before="0" w:line="240" w:lineRule="auto"/>
        <w:rPr>
          <w:color w:val="FF0000"/>
        </w:rPr>
      </w:pPr>
      <w:r>
        <w:t>Det præciseres</w:t>
      </w:r>
      <w:r w:rsidR="00A8081F">
        <w:t>,</w:t>
      </w:r>
      <w:r>
        <w:t xml:space="preserve"> at fristen skal regnes fra udløbet af det seneste lejeforhold.</w:t>
      </w:r>
      <w:r w:rsidR="00D1454E">
        <w:rPr>
          <w:color w:val="FF0000"/>
        </w:rPr>
        <w:br/>
      </w:r>
    </w:p>
    <w:p w:rsidR="00D1454E" w:rsidRDefault="00D1454E" w:rsidP="00D1454E">
      <w:pPr>
        <w:pStyle w:val="Sluthilsen1"/>
        <w:spacing w:before="0" w:line="240" w:lineRule="auto"/>
      </w:pPr>
      <w:r>
        <w:t>Høringsmaterialet vil blive gjort til</w:t>
      </w:r>
      <w:r w:rsidR="00317DA1">
        <w:t>gængeligt på Høringsportalen.dk, hvor også høringssvar vil blive gjort tilgængelige.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>Transport</w:t>
      </w:r>
      <w:r w:rsidR="00317DA1">
        <w:t>-</w:t>
      </w:r>
      <w:r>
        <w:t xml:space="preserve"> og Boligministeriet skal venligst bede om eventuelle bemærkninger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 w:rsidRPr="00424C08">
        <w:rPr>
          <w:b/>
        </w:rPr>
        <w:t xml:space="preserve">senest den </w:t>
      </w:r>
      <w:r w:rsidR="00317DA1">
        <w:rPr>
          <w:b/>
        </w:rPr>
        <w:t>16/11 2020 kl. 10:00.</w:t>
      </w:r>
      <w:r>
        <w:rPr>
          <w:color w:val="FF0000"/>
        </w:rPr>
        <w:br/>
      </w:r>
    </w:p>
    <w:p w:rsidR="00D1454E" w:rsidRDefault="00D1454E" w:rsidP="00D1454E">
      <w:pPr>
        <w:pStyle w:val="Sluthilsen1"/>
        <w:spacing w:before="0" w:line="240" w:lineRule="auto"/>
      </w:pPr>
      <w:r>
        <w:t>Høringssvar bedes sendt til</w:t>
      </w:r>
      <w:r w:rsidR="00317DA1">
        <w:t xml:space="preserve"> trm@trm.dk</w:t>
      </w:r>
      <w:r>
        <w:t>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>Spørgsmål vedrørende høringen kan stilles til</w:t>
      </w:r>
      <w:r w:rsidR="00317DA1">
        <w:t xml:space="preserve"> Malene Oelrich </w:t>
      </w:r>
      <w:r>
        <w:t>på mail</w:t>
      </w:r>
      <w:r w:rsidR="00317DA1">
        <w:t xml:space="preserve"> mbo@trm.dk</w:t>
      </w:r>
      <w:r>
        <w:t xml:space="preserve"> og telefo</w:t>
      </w:r>
      <w:r w:rsidRPr="00317DA1">
        <w:rPr>
          <w:szCs w:val="21"/>
        </w:rPr>
        <w:t>n</w:t>
      </w:r>
      <w:r w:rsidR="00317DA1" w:rsidRPr="00317DA1">
        <w:rPr>
          <w:szCs w:val="21"/>
        </w:rPr>
        <w:t xml:space="preserve"> </w:t>
      </w:r>
      <w:r w:rsidR="00317DA1" w:rsidRPr="00317DA1">
        <w:rPr>
          <w:rFonts w:eastAsiaTheme="minorEastAsia"/>
          <w:noProof/>
          <w:szCs w:val="21"/>
          <w:lang w:eastAsia="da-DK"/>
        </w:rPr>
        <w:t>23 47 10 87</w:t>
      </w:r>
      <w:r>
        <w:t>.</w:t>
      </w:r>
      <w:r>
        <w:br/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1"/>
    </w:p>
    <w:p w:rsidR="00D1454E" w:rsidRPr="00317DA1" w:rsidRDefault="00317DA1" w:rsidP="00D1454E">
      <w:pPr>
        <w:pStyle w:val="Sluthilsen1"/>
        <w:rPr>
          <w:color w:val="auto"/>
        </w:rPr>
      </w:pPr>
      <w:r w:rsidRPr="00317DA1">
        <w:rPr>
          <w:color w:val="auto"/>
        </w:rPr>
        <w:t>Malene Oelrich</w:t>
      </w:r>
    </w:p>
    <w:p w:rsidR="00D1454E" w:rsidRPr="00317DA1" w:rsidRDefault="00317DA1" w:rsidP="00317DA1">
      <w:pPr>
        <w:pStyle w:val="Sluthilsen1"/>
        <w:spacing w:before="120"/>
        <w:rPr>
          <w:color w:val="auto"/>
        </w:rPr>
      </w:pPr>
      <w:r>
        <w:rPr>
          <w:color w:val="auto"/>
        </w:rPr>
        <w:t>Fuldmægtig</w:t>
      </w:r>
    </w:p>
    <w:p w:rsidR="005653E9" w:rsidRDefault="005653E9" w:rsidP="00D1454E">
      <w:pPr>
        <w:pStyle w:val="Normal-medluft"/>
      </w:pP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BD6" w:rsidRDefault="00912BD6" w:rsidP="00A56EBB">
      <w:pPr>
        <w:spacing w:line="240" w:lineRule="auto"/>
      </w:pPr>
      <w:r>
        <w:separator/>
      </w:r>
    </w:p>
  </w:endnote>
  <w:endnote w:type="continuationSeparator" w:id="0">
    <w:p w:rsidR="00912BD6" w:rsidRDefault="00912BD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BD6" w:rsidRDefault="00912BD6" w:rsidP="00A56EBB">
      <w:pPr>
        <w:spacing w:line="240" w:lineRule="auto"/>
      </w:pPr>
      <w:r>
        <w:separator/>
      </w:r>
    </w:p>
  </w:footnote>
  <w:footnote w:type="continuationSeparator" w:id="0">
    <w:p w:rsidR="00912BD6" w:rsidRDefault="00912BD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17DA1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17DA1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317DA1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317DA1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D92434F" wp14:editId="6F2D2429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B6363"/>
    <w:multiLevelType w:val="hybridMultilevel"/>
    <w:tmpl w:val="78A820B0"/>
    <w:lvl w:ilvl="0" w:tplc="4D6ED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58"/>
    <w:rsid w:val="00061880"/>
    <w:rsid w:val="00191929"/>
    <w:rsid w:val="001A1309"/>
    <w:rsid w:val="001D6C26"/>
    <w:rsid w:val="00275BA7"/>
    <w:rsid w:val="00317DA1"/>
    <w:rsid w:val="00334AE0"/>
    <w:rsid w:val="00372276"/>
    <w:rsid w:val="0053264F"/>
    <w:rsid w:val="005627EB"/>
    <w:rsid w:val="005653E9"/>
    <w:rsid w:val="005D173D"/>
    <w:rsid w:val="005F0F37"/>
    <w:rsid w:val="00616D97"/>
    <w:rsid w:val="0066122C"/>
    <w:rsid w:val="006C7297"/>
    <w:rsid w:val="00766FAD"/>
    <w:rsid w:val="00824341"/>
    <w:rsid w:val="00847264"/>
    <w:rsid w:val="008B2837"/>
    <w:rsid w:val="008C6D02"/>
    <w:rsid w:val="008D0A07"/>
    <w:rsid w:val="0090472D"/>
    <w:rsid w:val="00912BD6"/>
    <w:rsid w:val="0097209E"/>
    <w:rsid w:val="00A13058"/>
    <w:rsid w:val="00A23198"/>
    <w:rsid w:val="00A404A5"/>
    <w:rsid w:val="00A56EBB"/>
    <w:rsid w:val="00A8081F"/>
    <w:rsid w:val="00A93F5B"/>
    <w:rsid w:val="00A97E48"/>
    <w:rsid w:val="00AF3749"/>
    <w:rsid w:val="00AF59E1"/>
    <w:rsid w:val="00B57BB3"/>
    <w:rsid w:val="00C3667D"/>
    <w:rsid w:val="00C42374"/>
    <w:rsid w:val="00D1454E"/>
    <w:rsid w:val="00DE7B2C"/>
    <w:rsid w:val="00E64936"/>
    <w:rsid w:val="00EA1389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2E42E4-DE78-42B8-81B6-C63C03AE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b\AppData\Local\cBrain\F2\.tmp\0b5479ec-d7ed-48c4-84bc-048b1d91735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87DA-D1E7-43E8-BE80-E61818C2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0b5479ec-d7ed-48c4-84bc-048b1d91735b.dotx</Template>
  <TotalTime>0</TotalTime>
  <Pages>1</Pages>
  <Words>142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Jonas Magaard Bøgh</dc:creator>
  <cp:lastModifiedBy>TRM Malene Bønding Oelrich</cp:lastModifiedBy>
  <cp:revision>2</cp:revision>
  <dcterms:created xsi:type="dcterms:W3CDTF">2020-11-09T08:21:00Z</dcterms:created>
  <dcterms:modified xsi:type="dcterms:W3CDTF">2020-11-09T08:21:00Z</dcterms:modified>
</cp:coreProperties>
</file>